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F8EF" w14:textId="77777777" w:rsidR="0085747A" w:rsidRPr="00EB1F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1F4A">
        <w:rPr>
          <w:rFonts w:ascii="Corbel" w:hAnsi="Corbel"/>
          <w:b/>
          <w:smallCaps/>
          <w:sz w:val="24"/>
          <w:szCs w:val="24"/>
        </w:rPr>
        <w:t>SYLABUS</w:t>
      </w:r>
    </w:p>
    <w:p w14:paraId="4DD1A4FE" w14:textId="4BC72CB4" w:rsidR="0085747A" w:rsidRPr="00EB1F4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B1F4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B1F4A">
        <w:rPr>
          <w:rFonts w:ascii="Corbel" w:hAnsi="Corbel"/>
          <w:b/>
          <w:smallCaps/>
          <w:sz w:val="24"/>
          <w:szCs w:val="24"/>
        </w:rPr>
        <w:t xml:space="preserve"> </w:t>
      </w:r>
      <w:r w:rsidR="009D2757" w:rsidRPr="00EB1F4A">
        <w:rPr>
          <w:rFonts w:ascii="Corbel" w:hAnsi="Corbel"/>
          <w:b/>
          <w:smallCaps/>
          <w:sz w:val="24"/>
          <w:szCs w:val="24"/>
        </w:rPr>
        <w:t>202</w:t>
      </w:r>
      <w:r w:rsidR="008B2950">
        <w:rPr>
          <w:rFonts w:ascii="Corbel" w:hAnsi="Corbel"/>
          <w:b/>
          <w:smallCaps/>
          <w:sz w:val="24"/>
          <w:szCs w:val="24"/>
        </w:rPr>
        <w:t>1</w:t>
      </w:r>
      <w:r w:rsidR="009D2757" w:rsidRPr="00EB1F4A">
        <w:rPr>
          <w:rFonts w:ascii="Corbel" w:hAnsi="Corbel"/>
          <w:b/>
          <w:smallCaps/>
          <w:sz w:val="24"/>
          <w:szCs w:val="24"/>
        </w:rPr>
        <w:t>/202</w:t>
      </w:r>
      <w:r w:rsidR="008B2950">
        <w:rPr>
          <w:rFonts w:ascii="Corbel" w:hAnsi="Corbel"/>
          <w:b/>
          <w:smallCaps/>
          <w:sz w:val="24"/>
          <w:szCs w:val="24"/>
        </w:rPr>
        <w:t>6</w:t>
      </w:r>
      <w:r w:rsidR="0085747A" w:rsidRPr="00EB1F4A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62819A6" w14:textId="7B605865" w:rsidR="00445970" w:rsidRPr="00EB1F4A" w:rsidRDefault="00445970" w:rsidP="00C6397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Rok akademicki   </w:t>
      </w:r>
      <w:r w:rsidR="009D2757" w:rsidRPr="00EB1F4A">
        <w:rPr>
          <w:rFonts w:ascii="Corbel" w:hAnsi="Corbel"/>
          <w:sz w:val="24"/>
          <w:szCs w:val="24"/>
        </w:rPr>
        <w:t>202</w:t>
      </w:r>
      <w:r w:rsidR="008B2950">
        <w:rPr>
          <w:rFonts w:ascii="Corbel" w:hAnsi="Corbel"/>
          <w:sz w:val="24"/>
          <w:szCs w:val="24"/>
        </w:rPr>
        <w:t>2</w:t>
      </w:r>
      <w:r w:rsidR="00C63976" w:rsidRPr="00EB1F4A">
        <w:rPr>
          <w:rFonts w:ascii="Corbel" w:hAnsi="Corbel"/>
          <w:sz w:val="24"/>
          <w:szCs w:val="24"/>
        </w:rPr>
        <w:t>/202</w:t>
      </w:r>
      <w:r w:rsidR="008B2950">
        <w:rPr>
          <w:rFonts w:ascii="Corbel" w:hAnsi="Corbel"/>
          <w:sz w:val="24"/>
          <w:szCs w:val="24"/>
        </w:rPr>
        <w:t>3</w:t>
      </w:r>
      <w:r w:rsidR="00C63976" w:rsidRPr="00EB1F4A">
        <w:rPr>
          <w:rFonts w:ascii="Corbel" w:hAnsi="Corbel"/>
          <w:sz w:val="24"/>
          <w:szCs w:val="24"/>
        </w:rPr>
        <w:t xml:space="preserve"> oraz 202</w:t>
      </w:r>
      <w:r w:rsidR="008B2950">
        <w:rPr>
          <w:rFonts w:ascii="Corbel" w:hAnsi="Corbel"/>
          <w:sz w:val="24"/>
          <w:szCs w:val="24"/>
        </w:rPr>
        <w:t>3</w:t>
      </w:r>
      <w:r w:rsidR="009D2757" w:rsidRPr="00EB1F4A">
        <w:rPr>
          <w:rFonts w:ascii="Corbel" w:hAnsi="Corbel"/>
          <w:sz w:val="24"/>
          <w:szCs w:val="24"/>
        </w:rPr>
        <w:t>/202</w:t>
      </w:r>
      <w:r w:rsidR="008B2950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B6CC8B4" w14:textId="77777777" w:rsidR="0085747A" w:rsidRPr="00EB1F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5C5B3C" w14:textId="77777777" w:rsidR="0085747A" w:rsidRPr="00EB1F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B1F4A">
        <w:rPr>
          <w:rFonts w:ascii="Corbel" w:hAnsi="Corbel"/>
          <w:szCs w:val="24"/>
        </w:rPr>
        <w:t xml:space="preserve">1. </w:t>
      </w:r>
      <w:r w:rsidR="0085747A" w:rsidRPr="00EB1F4A">
        <w:rPr>
          <w:rFonts w:ascii="Corbel" w:hAnsi="Corbel"/>
          <w:szCs w:val="24"/>
        </w:rPr>
        <w:t xml:space="preserve">Podstawowe </w:t>
      </w:r>
      <w:r w:rsidR="00445970" w:rsidRPr="00EB1F4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1F4A" w14:paraId="7098F52B" w14:textId="77777777" w:rsidTr="00B819C8">
        <w:tc>
          <w:tcPr>
            <w:tcW w:w="2694" w:type="dxa"/>
            <w:vAlign w:val="center"/>
          </w:tcPr>
          <w:p w14:paraId="5D24EF53" w14:textId="77777777" w:rsidR="0085747A" w:rsidRPr="00EB1F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FE3DE2" w14:textId="43D30841" w:rsidR="0085747A" w:rsidRPr="00EB1F4A" w:rsidRDefault="00611099" w:rsidP="009D1C7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trening twórczości osób z niepełnosprawnością intelektualną: biblioterapia</w:t>
            </w:r>
          </w:p>
        </w:tc>
      </w:tr>
      <w:tr w:rsidR="0085747A" w:rsidRPr="00EB1F4A" w14:paraId="144EC8D2" w14:textId="77777777" w:rsidTr="00B819C8">
        <w:tc>
          <w:tcPr>
            <w:tcW w:w="2694" w:type="dxa"/>
            <w:vAlign w:val="center"/>
          </w:tcPr>
          <w:p w14:paraId="37026C61" w14:textId="77777777" w:rsidR="0085747A" w:rsidRPr="00EB1F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4A585" w14:textId="25839B64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B1F4A" w14:paraId="69A393C2" w14:textId="77777777" w:rsidTr="00B819C8">
        <w:tc>
          <w:tcPr>
            <w:tcW w:w="2694" w:type="dxa"/>
            <w:vAlign w:val="center"/>
          </w:tcPr>
          <w:p w14:paraId="2D7ACA2D" w14:textId="77777777" w:rsidR="0085747A" w:rsidRPr="00EB1F4A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N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B1F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AE86D" w14:textId="44ED0D0A" w:rsidR="0085747A" w:rsidRPr="00EB1F4A" w:rsidRDefault="007A265C" w:rsidP="006110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B1F4A" w14:paraId="2BAC7D6F" w14:textId="77777777" w:rsidTr="00B819C8">
        <w:tc>
          <w:tcPr>
            <w:tcW w:w="2694" w:type="dxa"/>
            <w:vAlign w:val="center"/>
          </w:tcPr>
          <w:p w14:paraId="43686479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35E7C" w14:textId="586EC794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B1F4A" w14:paraId="57A86C91" w14:textId="77777777" w:rsidTr="00B819C8">
        <w:tc>
          <w:tcPr>
            <w:tcW w:w="2694" w:type="dxa"/>
            <w:vAlign w:val="center"/>
          </w:tcPr>
          <w:p w14:paraId="1354E29E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69254" w14:textId="5DF1B1C5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B1F4A" w14:paraId="6A361224" w14:textId="77777777" w:rsidTr="00B819C8">
        <w:tc>
          <w:tcPr>
            <w:tcW w:w="2694" w:type="dxa"/>
            <w:vAlign w:val="center"/>
          </w:tcPr>
          <w:p w14:paraId="7359DE86" w14:textId="77777777" w:rsidR="0085747A" w:rsidRPr="00EB1F4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BAB171" w14:textId="7414704D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EB1F4A" w14:paraId="405A1EEA" w14:textId="77777777" w:rsidTr="00B819C8">
        <w:tc>
          <w:tcPr>
            <w:tcW w:w="2694" w:type="dxa"/>
            <w:vAlign w:val="center"/>
          </w:tcPr>
          <w:p w14:paraId="3762E3F8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D0625B" w14:textId="77777777" w:rsidR="0085747A" w:rsidRPr="00EB1F4A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B1F4A" w14:paraId="024AE3CB" w14:textId="77777777" w:rsidTr="00B819C8">
        <w:tc>
          <w:tcPr>
            <w:tcW w:w="2694" w:type="dxa"/>
            <w:vAlign w:val="center"/>
          </w:tcPr>
          <w:p w14:paraId="5C60D963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8097C4" w14:textId="77777777" w:rsidR="0085747A" w:rsidRPr="00EB1F4A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B1F4A" w14:paraId="46648C3C" w14:textId="77777777" w:rsidTr="00B819C8">
        <w:tc>
          <w:tcPr>
            <w:tcW w:w="2694" w:type="dxa"/>
            <w:vAlign w:val="center"/>
          </w:tcPr>
          <w:p w14:paraId="0E118EF5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B1F4A">
              <w:rPr>
                <w:rFonts w:ascii="Corbel" w:hAnsi="Corbel"/>
                <w:sz w:val="24"/>
                <w:szCs w:val="24"/>
              </w:rPr>
              <w:t>/y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A606ED" w14:textId="342442A7" w:rsidR="0085747A" w:rsidRPr="00EB1F4A" w:rsidRDefault="00611099" w:rsidP="006110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II rok, 4 semestr; III rok, 5 semestr</w:t>
            </w:r>
          </w:p>
        </w:tc>
      </w:tr>
      <w:tr w:rsidR="0085747A" w:rsidRPr="00EB1F4A" w14:paraId="6778B819" w14:textId="77777777" w:rsidTr="00B819C8">
        <w:tc>
          <w:tcPr>
            <w:tcW w:w="2694" w:type="dxa"/>
            <w:vAlign w:val="center"/>
          </w:tcPr>
          <w:p w14:paraId="1A64C758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4043E0" w14:textId="42171FD7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923D7D" w:rsidRPr="00EB1F4A" w14:paraId="1D5AB34E" w14:textId="77777777" w:rsidTr="00B819C8">
        <w:tc>
          <w:tcPr>
            <w:tcW w:w="2694" w:type="dxa"/>
            <w:vAlign w:val="center"/>
          </w:tcPr>
          <w:p w14:paraId="1D3B7B1D" w14:textId="77777777" w:rsidR="00923D7D" w:rsidRPr="00EB1F4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ECDD2" w14:textId="5D626E45" w:rsidR="00923D7D" w:rsidRPr="00EB1F4A" w:rsidRDefault="00A425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1099" w:rsidRPr="00EB1F4A" w14:paraId="370C5AC4" w14:textId="77777777" w:rsidTr="00B819C8">
        <w:tc>
          <w:tcPr>
            <w:tcW w:w="2694" w:type="dxa"/>
            <w:vAlign w:val="center"/>
          </w:tcPr>
          <w:p w14:paraId="3B9D6BC9" w14:textId="77777777" w:rsidR="00611099" w:rsidRPr="00EB1F4A" w:rsidRDefault="006110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3CDD8E" w14:textId="35D032E9" w:rsidR="00611099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85747A" w:rsidRPr="00EB1F4A" w14:paraId="3F19FD5A" w14:textId="77777777" w:rsidTr="00B819C8">
        <w:tc>
          <w:tcPr>
            <w:tcW w:w="2694" w:type="dxa"/>
            <w:vAlign w:val="center"/>
          </w:tcPr>
          <w:p w14:paraId="7002E44C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D224F" w14:textId="231E256A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Dr Agnieszka Łaba - </w:t>
            </w:r>
            <w:proofErr w:type="spellStart"/>
            <w:r w:rsidRPr="00EB1F4A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63193890" w14:textId="77777777" w:rsidR="0085747A" w:rsidRPr="00EB1F4A" w:rsidRDefault="0085747A" w:rsidP="00611099">
      <w:pPr>
        <w:pStyle w:val="Podpunkty"/>
        <w:ind w:left="0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* </w:t>
      </w:r>
      <w:r w:rsidRPr="00EB1F4A">
        <w:rPr>
          <w:rFonts w:ascii="Corbel" w:hAnsi="Corbel"/>
          <w:i/>
          <w:sz w:val="24"/>
          <w:szCs w:val="24"/>
        </w:rPr>
        <w:t>-</w:t>
      </w:r>
      <w:r w:rsidR="00B90885" w:rsidRPr="00EB1F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B1F4A">
        <w:rPr>
          <w:rFonts w:ascii="Corbel" w:hAnsi="Corbel"/>
          <w:b w:val="0"/>
          <w:sz w:val="24"/>
          <w:szCs w:val="24"/>
        </w:rPr>
        <w:t>e,</w:t>
      </w:r>
      <w:r w:rsidRPr="00EB1F4A">
        <w:rPr>
          <w:rFonts w:ascii="Corbel" w:hAnsi="Corbel"/>
          <w:i/>
          <w:sz w:val="24"/>
          <w:szCs w:val="24"/>
        </w:rPr>
        <w:t xml:space="preserve"> </w:t>
      </w:r>
      <w:r w:rsidRPr="00EB1F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B1F4A">
        <w:rPr>
          <w:rFonts w:ascii="Corbel" w:hAnsi="Corbel"/>
          <w:b w:val="0"/>
          <w:i/>
          <w:sz w:val="24"/>
          <w:szCs w:val="24"/>
        </w:rPr>
        <w:t>w Jednostce</w:t>
      </w:r>
    </w:p>
    <w:p w14:paraId="599BE878" w14:textId="77777777" w:rsidR="00923D7D" w:rsidRPr="00EB1F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805E6C" w14:textId="6480BC83" w:rsidR="00923D7D" w:rsidRPr="00EB1F4A" w:rsidRDefault="0085747A" w:rsidP="0025357F">
      <w:pPr>
        <w:pStyle w:val="Podpunkty"/>
        <w:ind w:left="284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>1.</w:t>
      </w:r>
      <w:r w:rsidR="00E22FBC" w:rsidRPr="00EB1F4A">
        <w:rPr>
          <w:rFonts w:ascii="Corbel" w:hAnsi="Corbel"/>
          <w:sz w:val="24"/>
          <w:szCs w:val="24"/>
        </w:rPr>
        <w:t>1</w:t>
      </w:r>
      <w:r w:rsidRPr="00EB1F4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B1F4A" w14:paraId="1D4D9A43" w14:textId="77777777" w:rsidTr="009D2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0F3A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Semestr</w:t>
            </w:r>
          </w:p>
          <w:p w14:paraId="515C1489" w14:textId="77777777" w:rsidR="00015B8F" w:rsidRPr="00EB1F4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(</w:t>
            </w:r>
            <w:r w:rsidR="00363F78" w:rsidRPr="00EB1F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BE42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Wykł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D8CC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D662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Konw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6A5B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0F74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Sem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D2A6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E74C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Prakt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22E7" w14:textId="01D86FB4" w:rsidR="00015B8F" w:rsidRPr="00EB1F4A" w:rsidRDefault="0061109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DF06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B1F4A">
              <w:rPr>
                <w:rFonts w:ascii="Corbel" w:hAnsi="Corbel"/>
                <w:b/>
                <w:szCs w:val="24"/>
              </w:rPr>
              <w:t>Liczba pkt</w:t>
            </w:r>
            <w:r w:rsidR="00B90885" w:rsidRPr="00EB1F4A">
              <w:rPr>
                <w:rFonts w:ascii="Corbel" w:hAnsi="Corbel"/>
                <w:b/>
                <w:szCs w:val="24"/>
              </w:rPr>
              <w:t>.</w:t>
            </w:r>
            <w:r w:rsidRPr="00EB1F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2757" w:rsidRPr="00EB1F4A" w14:paraId="65A6457A" w14:textId="77777777" w:rsidTr="009D2757">
        <w:trPr>
          <w:trHeight w:val="286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AED7" w14:textId="61E5CA82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5848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465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E00C" w14:textId="6741F36D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FF88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CFB5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41A7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508D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037F" w14:textId="5D86C554" w:rsidR="009D2757" w:rsidRPr="00EB1F4A" w:rsidRDefault="00611099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0E38C" w14:textId="30EECA72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2757" w:rsidRPr="00EB1F4A" w14:paraId="578FD06B" w14:textId="77777777" w:rsidTr="009D2757">
        <w:trPr>
          <w:trHeight w:val="285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0E00" w14:textId="028240B9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C9DA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7E59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E11D" w14:textId="68248ECA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0BFF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1638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4159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FFD4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0B4E" w14:textId="164D2194" w:rsidR="009D2757" w:rsidRPr="00EB1F4A" w:rsidRDefault="00611099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9E60" w14:textId="53D94770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1112EB" w14:textId="77777777" w:rsidR="00923D7D" w:rsidRPr="00EB1F4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BFAF70" w14:textId="77777777" w:rsidR="0085747A" w:rsidRPr="00EB1F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>1.</w:t>
      </w:r>
      <w:r w:rsidR="00E22FBC" w:rsidRPr="00EB1F4A">
        <w:rPr>
          <w:rFonts w:ascii="Corbel" w:hAnsi="Corbel"/>
          <w:smallCaps w:val="0"/>
          <w:szCs w:val="24"/>
        </w:rPr>
        <w:t>2</w:t>
      </w:r>
      <w:r w:rsidR="00F83B28" w:rsidRPr="00EB1F4A">
        <w:rPr>
          <w:rFonts w:ascii="Corbel" w:hAnsi="Corbel"/>
          <w:smallCaps w:val="0"/>
          <w:szCs w:val="24"/>
        </w:rPr>
        <w:t>.</w:t>
      </w:r>
      <w:r w:rsidR="00F83B28" w:rsidRPr="00EB1F4A">
        <w:rPr>
          <w:rFonts w:ascii="Corbel" w:hAnsi="Corbel"/>
          <w:smallCaps w:val="0"/>
          <w:szCs w:val="24"/>
        </w:rPr>
        <w:tab/>
      </w:r>
      <w:r w:rsidRPr="00EB1F4A">
        <w:rPr>
          <w:rFonts w:ascii="Corbel" w:hAnsi="Corbel"/>
          <w:smallCaps w:val="0"/>
          <w:szCs w:val="24"/>
        </w:rPr>
        <w:t xml:space="preserve">Sposób realizacji zajęć  </w:t>
      </w:r>
    </w:p>
    <w:p w14:paraId="2993F74C" w14:textId="77777777" w:rsidR="00611099" w:rsidRPr="00EB1F4A" w:rsidRDefault="00611099" w:rsidP="006110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eastAsia="MS Gothic" w:hAnsi="Corbel"/>
          <w:b w:val="0"/>
          <w:szCs w:val="24"/>
        </w:rPr>
        <w:sym w:font="Wingdings" w:char="F078"/>
      </w:r>
      <w:r w:rsidRPr="00EB1F4A">
        <w:rPr>
          <w:rFonts w:ascii="Corbel" w:eastAsia="MS Gothic" w:hAnsi="Corbel"/>
          <w:b w:val="0"/>
          <w:szCs w:val="24"/>
        </w:rPr>
        <w:t xml:space="preserve"> </w:t>
      </w:r>
      <w:r w:rsidRPr="00EB1F4A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EB1F4A">
        <w:rPr>
          <w:rFonts w:ascii="Corbel" w:hAnsi="Corbel"/>
          <w:smallCaps w:val="0"/>
          <w:szCs w:val="24"/>
        </w:rPr>
        <w:t xml:space="preserve"> </w:t>
      </w:r>
    </w:p>
    <w:p w14:paraId="2C82F5C1" w14:textId="77777777" w:rsidR="00611099" w:rsidRPr="00EB1F4A" w:rsidRDefault="00611099" w:rsidP="006110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1F4A">
        <w:rPr>
          <w:rFonts w:ascii="MS Gothic" w:eastAsia="MS Gothic" w:hAnsi="MS Gothic" w:cs="MS Gothic" w:hint="eastAsia"/>
          <w:b w:val="0"/>
          <w:szCs w:val="24"/>
        </w:rPr>
        <w:t>☐</w:t>
      </w:r>
      <w:r w:rsidRPr="00EB1F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1AAA1B" w14:textId="77777777" w:rsidR="00611099" w:rsidRPr="00EB1F4A" w:rsidRDefault="00611099" w:rsidP="006110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14787C" w14:textId="77777777" w:rsidR="00611099" w:rsidRPr="00EB1F4A" w:rsidRDefault="00E22FBC" w:rsidP="006110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1.3 </w:t>
      </w:r>
      <w:r w:rsidR="00F83B28" w:rsidRPr="00EB1F4A">
        <w:rPr>
          <w:rFonts w:ascii="Corbel" w:hAnsi="Corbel"/>
          <w:smallCaps w:val="0"/>
          <w:szCs w:val="24"/>
        </w:rPr>
        <w:tab/>
      </w:r>
      <w:r w:rsidRPr="00EB1F4A">
        <w:rPr>
          <w:rFonts w:ascii="Corbel" w:hAnsi="Corbel"/>
          <w:smallCaps w:val="0"/>
          <w:szCs w:val="24"/>
        </w:rPr>
        <w:t>For</w:t>
      </w:r>
      <w:r w:rsidR="00445970" w:rsidRPr="00EB1F4A">
        <w:rPr>
          <w:rFonts w:ascii="Corbel" w:hAnsi="Corbel"/>
          <w:smallCaps w:val="0"/>
          <w:szCs w:val="24"/>
        </w:rPr>
        <w:t xml:space="preserve">ma zaliczenia przedmiotu </w:t>
      </w:r>
      <w:r w:rsidRPr="00EB1F4A">
        <w:rPr>
          <w:rFonts w:ascii="Corbel" w:hAnsi="Corbel"/>
          <w:smallCaps w:val="0"/>
          <w:szCs w:val="24"/>
        </w:rPr>
        <w:t xml:space="preserve"> (z toku) </w:t>
      </w:r>
    </w:p>
    <w:p w14:paraId="1A00B4F3" w14:textId="6E48614E" w:rsidR="009C54AE" w:rsidRPr="00EB1F4A" w:rsidRDefault="00611099" w:rsidP="006110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EB1F4A">
        <w:rPr>
          <w:rFonts w:ascii="Corbel" w:hAnsi="Corbel"/>
          <w:smallCaps w:val="0"/>
          <w:szCs w:val="24"/>
        </w:rPr>
        <w:tab/>
      </w:r>
      <w:r w:rsidR="00E22FBC" w:rsidRPr="00EB1F4A">
        <w:rPr>
          <w:rFonts w:ascii="Corbel" w:hAnsi="Corbel"/>
          <w:b w:val="0"/>
          <w:smallCaps w:val="0"/>
          <w:szCs w:val="24"/>
        </w:rPr>
        <w:t>zaliczenie z oceną</w:t>
      </w:r>
      <w:r w:rsidRPr="00EB1F4A">
        <w:rPr>
          <w:rFonts w:ascii="Corbel" w:hAnsi="Corbel"/>
          <w:b w:val="0"/>
          <w:szCs w:val="24"/>
        </w:rPr>
        <w:t xml:space="preserve"> </w:t>
      </w:r>
    </w:p>
    <w:p w14:paraId="282A898C" w14:textId="77777777" w:rsidR="00E960BB" w:rsidRPr="00EB1F4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B8D57" w14:textId="77777777" w:rsidR="00E960BB" w:rsidRPr="00EB1F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1F4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1F4A" w14:paraId="673479A4" w14:textId="77777777" w:rsidTr="00745302">
        <w:tc>
          <w:tcPr>
            <w:tcW w:w="9670" w:type="dxa"/>
          </w:tcPr>
          <w:p w14:paraId="29742176" w14:textId="133971BE" w:rsidR="0085747A" w:rsidRPr="00EB1F4A" w:rsidRDefault="00BD2D17" w:rsidP="00EA3F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Zaliczenie przedmiotów z zakresu wprowadzenia do psychologii, psychologii rozwojowej, teoretycznych podstaw kształcenia i wychowania, pedagogiki osób z niepełnosprawnością intelektualną.</w:t>
            </w:r>
          </w:p>
        </w:tc>
      </w:tr>
    </w:tbl>
    <w:p w14:paraId="158A9098" w14:textId="450C9C64" w:rsidR="0085747A" w:rsidRPr="00EB1F4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1F4A">
        <w:rPr>
          <w:rFonts w:ascii="Corbel" w:hAnsi="Corbel"/>
          <w:szCs w:val="24"/>
        </w:rPr>
        <w:t>3.</w:t>
      </w:r>
      <w:r w:rsidR="0085747A" w:rsidRPr="00EB1F4A">
        <w:rPr>
          <w:rFonts w:ascii="Corbel" w:hAnsi="Corbel"/>
          <w:szCs w:val="24"/>
        </w:rPr>
        <w:t xml:space="preserve"> </w:t>
      </w:r>
      <w:r w:rsidR="00A84C85" w:rsidRPr="00EB1F4A">
        <w:rPr>
          <w:rFonts w:ascii="Corbel" w:hAnsi="Corbel"/>
          <w:szCs w:val="24"/>
        </w:rPr>
        <w:t>cele, efekty uczenia się</w:t>
      </w:r>
      <w:r w:rsidR="0085747A" w:rsidRPr="00EB1F4A">
        <w:rPr>
          <w:rFonts w:ascii="Corbel" w:hAnsi="Corbel"/>
          <w:szCs w:val="24"/>
        </w:rPr>
        <w:t xml:space="preserve"> , treści Programowe i stosowane metody Dydaktyczne</w:t>
      </w:r>
    </w:p>
    <w:p w14:paraId="61F9D80F" w14:textId="77777777" w:rsidR="0085747A" w:rsidRPr="00EB1F4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3.1 </w:t>
      </w:r>
      <w:r w:rsidR="00C05F44" w:rsidRPr="00EB1F4A">
        <w:rPr>
          <w:rFonts w:ascii="Corbel" w:hAnsi="Corbel"/>
          <w:sz w:val="24"/>
          <w:szCs w:val="24"/>
        </w:rPr>
        <w:t>Cele przedmiotu</w:t>
      </w:r>
    </w:p>
    <w:p w14:paraId="48E295C9" w14:textId="77777777" w:rsidR="00F83B28" w:rsidRPr="00EB1F4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C5082" w:rsidRPr="00EB1F4A" w14:paraId="41FCAE36" w14:textId="77777777" w:rsidTr="001C5082">
        <w:tc>
          <w:tcPr>
            <w:tcW w:w="845" w:type="dxa"/>
            <w:vAlign w:val="center"/>
          </w:tcPr>
          <w:p w14:paraId="37990DCC" w14:textId="77777777" w:rsidR="001C5082" w:rsidRPr="00EB1F4A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7B9895" w14:textId="63923A30" w:rsidR="001C5082" w:rsidRPr="00EB1F4A" w:rsidRDefault="001C5082" w:rsidP="001C5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problematyką biblioterapii i jej 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miejsca w działaniach zmierzających do podnoszenia poziomu </w:t>
            </w:r>
            <w:proofErr w:type="spellStart"/>
            <w:r w:rsidRPr="00EB1F4A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 dzieci </w:t>
            </w:r>
            <w:r w:rsidR="00EA3F4F" w:rsidRPr="00EB1F4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>z niepełnosprawnością intelektualną.</w:t>
            </w:r>
          </w:p>
        </w:tc>
      </w:tr>
      <w:tr w:rsidR="001C5082" w:rsidRPr="00EB1F4A" w14:paraId="2C4E61BE" w14:textId="77777777" w:rsidTr="001C5082">
        <w:tc>
          <w:tcPr>
            <w:tcW w:w="845" w:type="dxa"/>
            <w:vAlign w:val="center"/>
          </w:tcPr>
          <w:p w14:paraId="15B42C41" w14:textId="67010C2C" w:rsidR="001C5082" w:rsidRPr="00EB1F4A" w:rsidRDefault="001C5082" w:rsidP="001C50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 w:rsidRPr="00EB1F4A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54BC05DB" w14:textId="13A76A8B" w:rsidR="001C5082" w:rsidRPr="00EB1F4A" w:rsidRDefault="001C5082" w:rsidP="001C5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Ponadto studenci poznają założenia ukierunkowanego czytelnictwa w postępowaniu biblioterapeutycznym jako środka dydaktyczno-wychowawczego.</w:t>
            </w:r>
          </w:p>
        </w:tc>
      </w:tr>
      <w:tr w:rsidR="001C5082" w:rsidRPr="00EB1F4A" w14:paraId="62352255" w14:textId="77777777" w:rsidTr="001C5082">
        <w:tc>
          <w:tcPr>
            <w:tcW w:w="845" w:type="dxa"/>
            <w:vAlign w:val="center"/>
          </w:tcPr>
          <w:p w14:paraId="560875DC" w14:textId="6FB6520B" w:rsidR="001C5082" w:rsidRPr="00EB1F4A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369321B" w14:textId="548013CD" w:rsidR="001C5082" w:rsidRPr="00EB1F4A" w:rsidRDefault="001C5082" w:rsidP="001C5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Studenci </w:t>
            </w:r>
            <w:r w:rsidR="00784D50" w:rsidRPr="00EB1F4A">
              <w:rPr>
                <w:rFonts w:ascii="Corbel" w:hAnsi="Corbel"/>
                <w:b w:val="0"/>
                <w:sz w:val="24"/>
                <w:szCs w:val="24"/>
              </w:rPr>
              <w:t xml:space="preserve">opracowują warsztat 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biblioterapeutyczny </w:t>
            </w:r>
            <w:r w:rsidR="00784D50" w:rsidRPr="00EB1F4A">
              <w:rPr>
                <w:rFonts w:ascii="Corbel" w:hAnsi="Corbel"/>
                <w:b w:val="0"/>
                <w:sz w:val="24"/>
                <w:szCs w:val="24"/>
              </w:rPr>
              <w:t>dla d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zieci z niepełnosprawnością intelektualną. </w:t>
            </w:r>
          </w:p>
        </w:tc>
      </w:tr>
    </w:tbl>
    <w:p w14:paraId="2B72FC8F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88C012" w14:textId="39CCEB3F" w:rsidR="001D7B54" w:rsidRPr="00EB1F4A" w:rsidRDefault="009F4610" w:rsidP="0025357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b/>
          <w:sz w:val="24"/>
          <w:szCs w:val="24"/>
        </w:rPr>
        <w:t xml:space="preserve">3.2 </w:t>
      </w:r>
      <w:r w:rsidR="001D7B54" w:rsidRPr="00EB1F4A">
        <w:rPr>
          <w:rFonts w:ascii="Corbel" w:hAnsi="Corbel"/>
          <w:b/>
          <w:sz w:val="24"/>
          <w:szCs w:val="24"/>
        </w:rPr>
        <w:t xml:space="preserve">Efekty </w:t>
      </w:r>
      <w:r w:rsidR="00C05F44" w:rsidRPr="00EB1F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B1F4A">
        <w:rPr>
          <w:rFonts w:ascii="Corbel" w:hAnsi="Corbel"/>
          <w:b/>
          <w:sz w:val="24"/>
          <w:szCs w:val="24"/>
        </w:rPr>
        <w:t>dla przedmiotu</w:t>
      </w:r>
      <w:r w:rsidR="00445970" w:rsidRPr="00EB1F4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B1F4A" w14:paraId="7754F2D1" w14:textId="77777777" w:rsidTr="004760BB">
        <w:tc>
          <w:tcPr>
            <w:tcW w:w="1681" w:type="dxa"/>
            <w:vAlign w:val="center"/>
          </w:tcPr>
          <w:p w14:paraId="0C3D2F4F" w14:textId="77777777" w:rsidR="0085747A" w:rsidRPr="00EB1F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B1F4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B1F4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24CA917" w14:textId="77777777" w:rsidR="0085747A" w:rsidRPr="00EB1F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1FFA474" w14:textId="77777777" w:rsidR="0085747A" w:rsidRPr="00EB1F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B1F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185A" w:rsidRPr="00EB1F4A" w14:paraId="15FCA06D" w14:textId="77777777" w:rsidTr="004760BB">
        <w:tc>
          <w:tcPr>
            <w:tcW w:w="1681" w:type="dxa"/>
            <w:vAlign w:val="center"/>
          </w:tcPr>
          <w:p w14:paraId="41959038" w14:textId="77777777" w:rsidR="0005185A" w:rsidRPr="00EB1F4A" w:rsidRDefault="0005185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21CA96A7" w14:textId="6F1B5B4F" w:rsidR="0005185A" w:rsidRPr="00EB1F4A" w:rsidRDefault="0005185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74024421" w14:textId="77777777" w:rsidR="0005185A" w:rsidRPr="00EB1F4A" w:rsidRDefault="0005185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60BB" w:rsidRPr="00EB1F4A" w14:paraId="298DB417" w14:textId="77777777" w:rsidTr="00611099">
        <w:tc>
          <w:tcPr>
            <w:tcW w:w="1681" w:type="dxa"/>
          </w:tcPr>
          <w:p w14:paraId="10F445B9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237F2F" w14:textId="078ACCF4" w:rsidR="004760BB" w:rsidRPr="00EB1F4A" w:rsidRDefault="00F10DB2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osób z niepełnosprawnością intelektualną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wynikające z niego nowe formy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pracy. </w:t>
            </w:r>
          </w:p>
        </w:tc>
        <w:tc>
          <w:tcPr>
            <w:tcW w:w="1865" w:type="dxa"/>
            <w:vAlign w:val="center"/>
          </w:tcPr>
          <w:p w14:paraId="1AD2F1AA" w14:textId="762E5F0A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4760BB" w:rsidRPr="00EB1F4A" w14:paraId="78F2816C" w14:textId="77777777" w:rsidTr="00611099">
        <w:tc>
          <w:tcPr>
            <w:tcW w:w="1681" w:type="dxa"/>
          </w:tcPr>
          <w:p w14:paraId="3C42AC13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D026F2" w14:textId="66659C65" w:rsidR="004760BB" w:rsidRPr="00EB1F4A" w:rsidRDefault="00B64268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oceni s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ystem kształcenia specjalnego w kontekście systemu kształcenia powszechnego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0730E26" w14:textId="2181C470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4760BB" w:rsidRPr="00EB1F4A" w14:paraId="5A69E8BC" w14:textId="77777777" w:rsidTr="00611099">
        <w:tc>
          <w:tcPr>
            <w:tcW w:w="1681" w:type="dxa"/>
          </w:tcPr>
          <w:p w14:paraId="0A5C003A" w14:textId="7DB8B484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816B71" w14:textId="45995EAA" w:rsidR="004760BB" w:rsidRPr="00EB1F4A" w:rsidRDefault="00B64268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kształcenia </w:t>
            </w:r>
            <w:r w:rsidR="00F10DB2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dzieci,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uczniów </w:t>
            </w:r>
            <w:r w:rsidR="00F10DB2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młodzieży z niepełnosprawnością intelektualną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integracyjnym i włączającym, </w:t>
            </w:r>
            <w:r w:rsidR="00F10DB2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w tym również współpracę z innym podmiotami odpowiedzialnymi za kształcenie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wymieni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indywidualizacji 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pracy z osobami starszymi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niepełnosprawnością intelektualną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E0394A2" w14:textId="0F0CB8B6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4760BB" w:rsidRPr="00EB1F4A" w14:paraId="6B0B1036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2B2F" w14:textId="30FF9584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6EEF" w14:textId="3DC027FA" w:rsidR="004760BB" w:rsidRPr="00EB1F4A" w:rsidRDefault="004760BB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rozpozna i </w:t>
            </w:r>
            <w:r w:rsidR="00B64268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interpret</w:t>
            </w:r>
            <w:r w:rsidR="00B64268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zjawiska społeczne, 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których to istnieje potrzeba stosowania odziaływań wykorzystujących biblioterapię.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9DE4" w14:textId="53A943D2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4760BB" w:rsidRPr="00EB1F4A" w14:paraId="6B16DED9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E666" w14:textId="230E921E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976B" w14:textId="638FAFBE" w:rsidR="004760BB" w:rsidRPr="00EB1F4A" w:rsidRDefault="00B64268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wykorzysta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aktualne koncepcje psychologiczne i pedagogiczne w planowaniu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zajęć wykorzystujących biblioterapię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BED5" w14:textId="3B6B5E4D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4760BB" w:rsidRPr="00EB1F4A" w14:paraId="45502A18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321" w14:textId="71BC818E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D332" w14:textId="139039B5" w:rsidR="004760BB" w:rsidRPr="00EB1F4A" w:rsidRDefault="00B359C5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poziomie praktycznym zastosuje pozyskaną wiedzę z zakresu metodyki biblioterapii odpowiednio do jednostki i grupy jej odbiorców z niepełnosprawnością intelektualną.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8D2" w14:textId="1C8FC33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4760BB" w:rsidRPr="00EB1F4A" w14:paraId="2E0A9CAB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43DA" w14:textId="0E674AD4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AAE2" w14:textId="3661559E" w:rsidR="004760BB" w:rsidRPr="00EB1F4A" w:rsidRDefault="00A665A8" w:rsidP="00486C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przeprowadzi symulację zajęć w oparciu o warsztat biblioterapeutyczny</w:t>
            </w:r>
            <w:r w:rsidRPr="00EB1F4A">
              <w:rPr>
                <w:rFonts w:ascii="Corbel" w:hAnsi="Corbel"/>
                <w:bCs/>
                <w:szCs w:val="24"/>
              </w:rPr>
              <w:t xml:space="preserve">,  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zindywidualizuje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zadania, dostos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metody i treści do potrzeb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rozwojowych i wiekowych jej uczestników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niepełnosprawnością intelektualną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BC7" w14:textId="3B8D7202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4760BB" w:rsidRPr="00EB1F4A" w14:paraId="292F6FCD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0AC2" w14:textId="5E281F09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AEFD" w14:textId="48E349BF" w:rsidR="004760BB" w:rsidRPr="00EB1F4A" w:rsidRDefault="00486C93" w:rsidP="00486C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zauwa</w:t>
            </w:r>
            <w:r w:rsidR="0005185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ży potrzebę wdrażania programów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biblioterapeutycznych w kontekst społecznego działania jednostek 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niepełnosprawnością intelektualną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D2B6" w14:textId="20FC4E62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4760BB" w:rsidRPr="00EB1F4A" w14:paraId="09CD0181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E397" w14:textId="7F6EBE2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E2B6" w14:textId="3AE2E728" w:rsidR="004760BB" w:rsidRPr="00EB1F4A" w:rsidRDefault="00486C93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uniwersal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ne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zasad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norm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etyczn</w:t>
            </w:r>
            <w:r w:rsidR="0005185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wykorzystywane w pracy z jednostkami z niepełnosprawnością intelektualną i wypowie się na temat ich zasadności.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2535" w14:textId="15300B36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4760BB" w:rsidRPr="00EB1F4A" w14:paraId="3C63C7EC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65A7" w14:textId="6CE70183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A1F4" w14:textId="459427A2" w:rsidR="004760BB" w:rsidRPr="00EB1F4A" w:rsidRDefault="00B64268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uzasadni potrzebę budowania pozytywnej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kreatywnej relacji pomiędzy osobą prowadzącą warsztat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biblioterapeutyczny a jego uczestnikami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niepełnosprawnością intelektualną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FC03" w14:textId="3793E7D1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PS.K2.</w:t>
            </w:r>
          </w:p>
        </w:tc>
      </w:tr>
      <w:tr w:rsidR="004760BB" w:rsidRPr="00EB1F4A" w14:paraId="1E41323E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717D" w14:textId="7F7AE39B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B090" w14:textId="15BDF442" w:rsidR="004760BB" w:rsidRPr="00EB1F4A" w:rsidRDefault="00714E1C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wypowie się na temat specyfiki środowiska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lokalnego i regionalnego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zapotrzebowania na zajęcia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biblioterapii z udziałem dzieci, uczniów i osób starszych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niepełnosprawnością intelektualną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4A39" w14:textId="1B5C474F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4760BB" w:rsidRPr="00EB1F4A" w14:paraId="4A3D3DFF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D94" w14:textId="4678E0AB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346C" w14:textId="0468FBF4" w:rsidR="004760BB" w:rsidRPr="00EB1F4A" w:rsidRDefault="00714E1C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8D6491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oceni przygotowany przez siebie w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arsztat biblioterapeutyczny z </w:t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możliwością implikowania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środowisku przedszkolnym, szkolnym oraz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placówkach w których przebywają jednostki starsze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niepełnosprawnością intelektualną.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1563" w14:textId="5FEF9B30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2C1264FE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91EF1" w14:textId="77777777" w:rsidR="0085747A" w:rsidRPr="00EB1F4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B1F4A">
        <w:rPr>
          <w:rFonts w:ascii="Corbel" w:hAnsi="Corbel"/>
          <w:b/>
          <w:sz w:val="24"/>
          <w:szCs w:val="24"/>
        </w:rPr>
        <w:t>3.3</w:t>
      </w:r>
      <w:r w:rsidR="001D7B54" w:rsidRPr="00EB1F4A">
        <w:rPr>
          <w:rFonts w:ascii="Corbel" w:hAnsi="Corbel"/>
          <w:b/>
          <w:sz w:val="24"/>
          <w:szCs w:val="24"/>
        </w:rPr>
        <w:t xml:space="preserve"> </w:t>
      </w:r>
      <w:r w:rsidR="0085747A" w:rsidRPr="00EB1F4A">
        <w:rPr>
          <w:rFonts w:ascii="Corbel" w:hAnsi="Corbel"/>
          <w:b/>
          <w:sz w:val="24"/>
          <w:szCs w:val="24"/>
        </w:rPr>
        <w:t>T</w:t>
      </w:r>
      <w:r w:rsidR="001D7B54" w:rsidRPr="00EB1F4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B1F4A">
        <w:rPr>
          <w:rFonts w:ascii="Corbel" w:hAnsi="Corbel"/>
          <w:sz w:val="24"/>
          <w:szCs w:val="24"/>
        </w:rPr>
        <w:t xml:space="preserve">  </w:t>
      </w:r>
    </w:p>
    <w:p w14:paraId="50E4E601" w14:textId="09D283E3" w:rsidR="0085747A" w:rsidRPr="00EB1F4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Problematyka wykładu </w:t>
      </w:r>
      <w:r w:rsidR="0025357F" w:rsidRPr="00EB1F4A">
        <w:rPr>
          <w:rFonts w:ascii="Corbel" w:hAnsi="Corbel"/>
          <w:sz w:val="24"/>
          <w:szCs w:val="24"/>
        </w:rPr>
        <w:t>– nie dotyczy</w:t>
      </w:r>
    </w:p>
    <w:p w14:paraId="38FC433C" w14:textId="77777777" w:rsidR="0085747A" w:rsidRPr="00EB1F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8797D" w14:textId="101AC76C" w:rsidR="0085747A" w:rsidRPr="00EB1F4A" w:rsidRDefault="0085747A" w:rsidP="002535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B1F4A">
        <w:rPr>
          <w:rFonts w:ascii="Corbel" w:hAnsi="Corbel"/>
          <w:sz w:val="24"/>
          <w:szCs w:val="24"/>
        </w:rPr>
        <w:t xml:space="preserve">, </w:t>
      </w:r>
      <w:r w:rsidRPr="00EB1F4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1F4A" w14:paraId="0CF5D367" w14:textId="77777777" w:rsidTr="004760BB">
        <w:tc>
          <w:tcPr>
            <w:tcW w:w="9520" w:type="dxa"/>
          </w:tcPr>
          <w:p w14:paraId="4E3972CC" w14:textId="77777777" w:rsidR="0085747A" w:rsidRPr="00EB1F4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60BB" w:rsidRPr="00EB1F4A" w14:paraId="3BC0DF63" w14:textId="77777777" w:rsidTr="004760BB">
        <w:tc>
          <w:tcPr>
            <w:tcW w:w="9520" w:type="dxa"/>
          </w:tcPr>
          <w:p w14:paraId="4DBBE159" w14:textId="7F990EA7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Biblioterapia - ujęcie terminologiczne. </w:t>
            </w:r>
          </w:p>
        </w:tc>
      </w:tr>
      <w:tr w:rsidR="004760BB" w:rsidRPr="00EB1F4A" w14:paraId="3CA0248A" w14:textId="77777777" w:rsidTr="004760BB">
        <w:tc>
          <w:tcPr>
            <w:tcW w:w="9520" w:type="dxa"/>
          </w:tcPr>
          <w:p w14:paraId="71469A73" w14:textId="2DD40F76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Czytelnictwo i biblioterapia. </w:t>
            </w:r>
          </w:p>
        </w:tc>
      </w:tr>
      <w:tr w:rsidR="004760BB" w:rsidRPr="00EB1F4A" w14:paraId="202AB799" w14:textId="77777777" w:rsidTr="004760BB">
        <w:tc>
          <w:tcPr>
            <w:tcW w:w="9520" w:type="dxa"/>
          </w:tcPr>
          <w:p w14:paraId="66A69839" w14:textId="22E3DC42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Przegląd form biblioterapii w pracy w </w:t>
            </w:r>
            <w:r w:rsidR="004752D4" w:rsidRPr="00EB1F4A">
              <w:rPr>
                <w:rFonts w:ascii="Corbel" w:hAnsi="Corbel"/>
                <w:sz w:val="24"/>
                <w:szCs w:val="24"/>
              </w:rPr>
              <w:t>zależności od grupy i specyfiki funkcjonowania jej odbiorców.</w:t>
            </w:r>
          </w:p>
        </w:tc>
      </w:tr>
      <w:tr w:rsidR="004760BB" w:rsidRPr="00EB1F4A" w14:paraId="3A5F66DC" w14:textId="77777777" w:rsidTr="004752D4">
        <w:trPr>
          <w:trHeight w:val="540"/>
        </w:trPr>
        <w:tc>
          <w:tcPr>
            <w:tcW w:w="9520" w:type="dxa"/>
          </w:tcPr>
          <w:p w14:paraId="3BC97377" w14:textId="6E04E1F9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Model biblioterapeutyczny </w:t>
            </w:r>
            <w:r w:rsidR="00FE163F" w:rsidRPr="00EB1F4A">
              <w:rPr>
                <w:rFonts w:ascii="Corbel" w:hAnsi="Corbel"/>
                <w:sz w:val="24"/>
                <w:szCs w:val="24"/>
              </w:rPr>
              <w:t>-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podstawy konstruowania warsztatu wykorzystującego biblioterapię.</w:t>
            </w:r>
            <w:r w:rsidR="002373E5" w:rsidRPr="00EB1F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752D4" w:rsidRPr="00EB1F4A" w14:paraId="433EF898" w14:textId="77777777" w:rsidTr="004752D4">
        <w:trPr>
          <w:trHeight w:val="630"/>
        </w:trPr>
        <w:tc>
          <w:tcPr>
            <w:tcW w:w="9520" w:type="dxa"/>
            <w:tcBorders>
              <w:bottom w:val="single" w:sz="4" w:space="0" w:color="auto"/>
            </w:tcBorders>
          </w:tcPr>
          <w:p w14:paraId="3C632994" w14:textId="654C7147" w:rsidR="004752D4" w:rsidRPr="00EB1F4A" w:rsidRDefault="004752D4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Poziomy biblioterapeutyczne: cele, dobór materiałów, warunki czytania, dobór uczestników, biblioterapeuta, metodyka biblioterapii. </w:t>
            </w:r>
          </w:p>
        </w:tc>
      </w:tr>
      <w:tr w:rsidR="004752D4" w:rsidRPr="00EB1F4A" w14:paraId="4499A997" w14:textId="77777777" w:rsidTr="00FE163F">
        <w:trPr>
          <w:trHeight w:val="5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1864" w14:textId="4AD169CD" w:rsidR="002373E5" w:rsidRPr="00EB1F4A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Bajki w procesie dydaktyczno-wychowawczym (na </w:t>
            </w:r>
            <w:r w:rsidR="007F5ED0" w:rsidRPr="00EB1F4A">
              <w:rPr>
                <w:rFonts w:ascii="Corbel" w:hAnsi="Corbel"/>
                <w:sz w:val="24"/>
                <w:szCs w:val="24"/>
              </w:rPr>
              <w:t xml:space="preserve">I, </w:t>
            </w:r>
            <w:r w:rsidRPr="00EB1F4A">
              <w:rPr>
                <w:rFonts w:ascii="Corbel" w:hAnsi="Corbel"/>
                <w:sz w:val="24"/>
                <w:szCs w:val="24"/>
              </w:rPr>
              <w:t>II i III etapie edukacyjnym)</w:t>
            </w:r>
            <w:r w:rsidR="005344DD" w:rsidRPr="00EB1F4A">
              <w:rPr>
                <w:rFonts w:ascii="Corbel" w:hAnsi="Corbel"/>
                <w:sz w:val="24"/>
                <w:szCs w:val="24"/>
              </w:rPr>
              <w:t xml:space="preserve"> </w:t>
            </w:r>
            <w:r w:rsidR="00F10DB2" w:rsidRPr="00EB1F4A">
              <w:rPr>
                <w:rFonts w:ascii="Corbel" w:hAnsi="Corbel"/>
                <w:sz w:val="24"/>
                <w:szCs w:val="24"/>
              </w:rPr>
              <w:t>-</w:t>
            </w:r>
            <w:r w:rsidR="005344DD" w:rsidRPr="00EB1F4A">
              <w:rPr>
                <w:rFonts w:ascii="Corbel" w:hAnsi="Corbel"/>
                <w:sz w:val="24"/>
                <w:szCs w:val="24"/>
              </w:rPr>
              <w:t xml:space="preserve"> zasady i reguły. </w:t>
            </w:r>
          </w:p>
        </w:tc>
      </w:tr>
      <w:tr w:rsidR="00FE163F" w:rsidRPr="00EB1F4A" w14:paraId="44B8337F" w14:textId="77777777" w:rsidTr="004752D4">
        <w:trPr>
          <w:trHeight w:val="29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1F6B" w14:textId="18BC9D49" w:rsidR="00FE163F" w:rsidRPr="00EB1F4A" w:rsidRDefault="00FE163F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Cele, treści i środki dydaktyczne, metody oraz formy organizacyjne zajęć.</w:t>
            </w:r>
          </w:p>
        </w:tc>
      </w:tr>
      <w:tr w:rsidR="005344DD" w:rsidRPr="00EB1F4A" w14:paraId="703297DA" w14:textId="77777777" w:rsidTr="00FE163F">
        <w:trPr>
          <w:trHeight w:val="3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205D" w14:textId="6DE966E2" w:rsidR="005344DD" w:rsidRPr="00EB1F4A" w:rsidRDefault="005344DD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Opowieści społeczne i </w:t>
            </w: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multisensoryczne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opowiadania  w pracy rewalidacyjno-wychowawczej.</w:t>
            </w:r>
          </w:p>
        </w:tc>
      </w:tr>
      <w:tr w:rsidR="004752D4" w:rsidRPr="00EB1F4A" w14:paraId="221E2F7E" w14:textId="77777777" w:rsidTr="004752D4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EA09" w14:textId="2823185F" w:rsidR="004752D4" w:rsidRPr="00EB1F4A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Strategie i modele biblioterapeutyczne</w:t>
            </w:r>
            <w:r w:rsidR="005344DD" w:rsidRPr="00EB1F4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organizacja zajęć w różnych formach edukacji uczniów z niepełnosprawnością intelektualną. </w:t>
            </w:r>
          </w:p>
        </w:tc>
      </w:tr>
      <w:tr w:rsidR="00CA34FA" w:rsidRPr="00EB1F4A" w14:paraId="72D0C466" w14:textId="77777777" w:rsidTr="00FE163F">
        <w:trPr>
          <w:trHeight w:val="34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1CE" w14:textId="3DC1B765" w:rsidR="00CA34FA" w:rsidRPr="00EB1F4A" w:rsidRDefault="00CA34FA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Biblioterapia </w:t>
            </w: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reminescencyjna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752D4" w:rsidRPr="00EB1F4A" w14:paraId="4A04E60F" w14:textId="77777777" w:rsidTr="00FE163F">
        <w:trPr>
          <w:trHeight w:val="276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AE8A" w14:textId="2C148A24" w:rsidR="004752D4" w:rsidRPr="00EB1F4A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Symulacja zajęć</w:t>
            </w:r>
            <w:r w:rsidR="00674247" w:rsidRPr="00EB1F4A">
              <w:rPr>
                <w:rFonts w:ascii="Corbel" w:hAnsi="Corbel"/>
                <w:sz w:val="24"/>
                <w:szCs w:val="24"/>
              </w:rPr>
              <w:t>. Przedstawienie wybranych modeli biblioterapeutycznych.</w:t>
            </w:r>
          </w:p>
        </w:tc>
      </w:tr>
    </w:tbl>
    <w:p w14:paraId="21D229D9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C2554" w14:textId="77777777" w:rsidR="0085747A" w:rsidRPr="00EB1F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>3.4 Metody dydaktyczne</w:t>
      </w:r>
      <w:r w:rsidRPr="00EB1F4A">
        <w:rPr>
          <w:rFonts w:ascii="Corbel" w:hAnsi="Corbel"/>
          <w:b w:val="0"/>
          <w:smallCaps w:val="0"/>
          <w:szCs w:val="24"/>
        </w:rPr>
        <w:t xml:space="preserve"> </w:t>
      </w:r>
    </w:p>
    <w:p w14:paraId="7F50C388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787E1" w14:textId="784B26DB" w:rsidR="00E960BB" w:rsidRPr="00EB1F4A" w:rsidRDefault="009F4610" w:rsidP="00611099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B1F4A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B1F4A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B1F4A">
        <w:rPr>
          <w:rFonts w:ascii="Corbel" w:hAnsi="Corbel"/>
          <w:b w:val="0"/>
          <w:smallCaps w:val="0"/>
          <w:szCs w:val="24"/>
        </w:rPr>
        <w:t>praca w </w:t>
      </w:r>
      <w:r w:rsidR="0085747A" w:rsidRPr="00EB1F4A">
        <w:rPr>
          <w:rFonts w:ascii="Corbel" w:hAnsi="Corbel"/>
          <w:b w:val="0"/>
          <w:smallCaps w:val="0"/>
          <w:szCs w:val="24"/>
        </w:rPr>
        <w:t>grupach</w:t>
      </w:r>
      <w:r w:rsidR="0071620A" w:rsidRPr="00EB1F4A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B1F4A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B1F4A">
        <w:rPr>
          <w:rFonts w:ascii="Corbel" w:hAnsi="Corbel"/>
          <w:b w:val="0"/>
          <w:smallCaps w:val="0"/>
          <w:szCs w:val="24"/>
        </w:rPr>
        <w:t>,</w:t>
      </w:r>
      <w:r w:rsidR="0085747A" w:rsidRPr="00EB1F4A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EB1F4A">
        <w:rPr>
          <w:rFonts w:ascii="Corbel" w:hAnsi="Corbel"/>
          <w:b w:val="0"/>
          <w:smallCaps w:val="0"/>
          <w:szCs w:val="24"/>
        </w:rPr>
        <w:t>),</w:t>
      </w:r>
      <w:r w:rsidR="001718A7" w:rsidRPr="00EB1F4A">
        <w:rPr>
          <w:rFonts w:ascii="Corbel" w:hAnsi="Corbel"/>
          <w:b w:val="0"/>
          <w:smallCaps w:val="0"/>
          <w:szCs w:val="24"/>
        </w:rPr>
        <w:t xml:space="preserve">gry dydaktyczne, </w:t>
      </w:r>
      <w:r w:rsidR="004760BB" w:rsidRPr="00EB1F4A">
        <w:rPr>
          <w:rFonts w:ascii="Corbel" w:hAnsi="Corbel"/>
          <w:b w:val="0"/>
          <w:smallCaps w:val="0"/>
          <w:szCs w:val="24"/>
        </w:rPr>
        <w:t xml:space="preserve">symulacja </w:t>
      </w:r>
      <w:r w:rsidR="00063015" w:rsidRPr="00EB1F4A">
        <w:rPr>
          <w:rFonts w:ascii="Corbel" w:hAnsi="Corbel"/>
          <w:b w:val="0"/>
          <w:smallCaps w:val="0"/>
          <w:szCs w:val="24"/>
        </w:rPr>
        <w:t>zajęć</w:t>
      </w:r>
      <w:r w:rsidR="00674247" w:rsidRPr="00EB1F4A">
        <w:rPr>
          <w:rFonts w:ascii="Corbel" w:hAnsi="Corbel"/>
          <w:b w:val="0"/>
          <w:smallCaps w:val="0"/>
          <w:szCs w:val="24"/>
        </w:rPr>
        <w:t>, praca projektowa.</w:t>
      </w:r>
    </w:p>
    <w:p w14:paraId="6E612EC2" w14:textId="77777777" w:rsidR="0025357F" w:rsidRPr="00EB1F4A" w:rsidRDefault="002535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163A07" w14:textId="1810F4BA" w:rsidR="0085747A" w:rsidRPr="00EB1F4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4. </w:t>
      </w:r>
      <w:r w:rsidR="0085747A" w:rsidRPr="00EB1F4A">
        <w:rPr>
          <w:rFonts w:ascii="Corbel" w:hAnsi="Corbel"/>
          <w:smallCaps w:val="0"/>
          <w:szCs w:val="24"/>
        </w:rPr>
        <w:t>METODY I KRYTERIA OCENY</w:t>
      </w:r>
      <w:r w:rsidR="009F4610" w:rsidRPr="00EB1F4A">
        <w:rPr>
          <w:rFonts w:ascii="Corbel" w:hAnsi="Corbel"/>
          <w:smallCaps w:val="0"/>
          <w:szCs w:val="24"/>
        </w:rPr>
        <w:t xml:space="preserve"> </w:t>
      </w:r>
    </w:p>
    <w:p w14:paraId="01BCE415" w14:textId="77777777" w:rsidR="00923D7D" w:rsidRPr="00EB1F4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869C52" w14:textId="77777777" w:rsidR="0085747A" w:rsidRPr="00EB1F4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B1F4A">
        <w:rPr>
          <w:rFonts w:ascii="Corbel" w:hAnsi="Corbel"/>
          <w:smallCaps w:val="0"/>
          <w:szCs w:val="24"/>
        </w:rPr>
        <w:t>uczenia się</w:t>
      </w:r>
    </w:p>
    <w:p w14:paraId="3527D374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B1F4A" w14:paraId="145F76E8" w14:textId="77777777" w:rsidTr="004760BB">
        <w:tc>
          <w:tcPr>
            <w:tcW w:w="1962" w:type="dxa"/>
            <w:vAlign w:val="center"/>
          </w:tcPr>
          <w:p w14:paraId="53E7D591" w14:textId="77777777" w:rsidR="0085747A" w:rsidRPr="00EB1F4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F90000" w14:textId="77777777" w:rsidR="0085747A" w:rsidRPr="00EB1F4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820886" w14:textId="77777777" w:rsidR="0085747A" w:rsidRPr="00EB1F4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66C34F" w14:textId="6E2F9C27" w:rsidR="0085747A" w:rsidRPr="00EB1F4A" w:rsidRDefault="0085747A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321C2" w:rsidRPr="00EB1F4A" w14:paraId="189FB873" w14:textId="77777777" w:rsidTr="004760BB">
        <w:tc>
          <w:tcPr>
            <w:tcW w:w="1962" w:type="dxa"/>
          </w:tcPr>
          <w:p w14:paraId="2D616784" w14:textId="77777777" w:rsidR="00B321C2" w:rsidRPr="00EB1F4A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CCD0680" w14:textId="30C62929" w:rsidR="00B321C2" w:rsidRPr="00EB1F4A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praca w grupach, </w:t>
            </w:r>
            <w:r w:rsidR="00674247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wypowiedź studenta, </w:t>
            </w:r>
            <w:r w:rsidR="0088380A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dyskusja, 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C99D18" w14:textId="38107E56" w:rsidR="00B321C2" w:rsidRPr="00EB1F4A" w:rsidRDefault="00611099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307F2448" w14:textId="422050D4" w:rsidR="00670255" w:rsidRPr="00EB1F4A" w:rsidRDefault="00670255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0CE62B40" w14:textId="77777777" w:rsidTr="00611099">
        <w:tc>
          <w:tcPr>
            <w:tcW w:w="1962" w:type="dxa"/>
          </w:tcPr>
          <w:p w14:paraId="4273C288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FAC26E" w14:textId="2D8CFFE8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vAlign w:val="center"/>
          </w:tcPr>
          <w:p w14:paraId="1E261528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4801ECCC" w14:textId="5FC1855C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5E753EA8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211" w14:textId="791A7CB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FB7E" w14:textId="28422586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627B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5CEBD5C8" w14:textId="3606673D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58B8CC5C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AD8A" w14:textId="1E35FA58" w:rsidR="00611099" w:rsidRPr="00EB1F4A" w:rsidRDefault="00611099" w:rsidP="008838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604D" w14:textId="6189E224" w:rsidR="00611099" w:rsidRPr="00EB1F4A" w:rsidRDefault="00611099" w:rsidP="00883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0163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0FCA234C" w14:textId="32D5E1ED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07E1C4D8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D5F" w14:textId="64D6F4D0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0F2C" w14:textId="01B5752B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D698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5F8EE486" w14:textId="55C706F5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3D81B4B8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55FA" w14:textId="73678509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4AE9" w14:textId="295CB04A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FBCF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536AA67C" w14:textId="1DCF6D26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35101994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1DEE" w14:textId="22083765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25CE" w14:textId="63E3CD2B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B503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46EE0A5B" w14:textId="09BB0619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78105745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1869" w14:textId="6AB9D0FE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3F39" w14:textId="3542C3A3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1C4D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4D0947B2" w14:textId="155E1C51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5787711B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A9B" w14:textId="0823F741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152" w14:textId="5D5815F6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982E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710E956D" w14:textId="4C579DBF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1A653E3A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F20D" w14:textId="51F18248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D02" w14:textId="174F5EBA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D060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5B385016" w14:textId="6719F6D9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515E142" w14:textId="77777777" w:rsidR="00923D7D" w:rsidRPr="00EB1F4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F84DB" w14:textId="77777777" w:rsidR="0085747A" w:rsidRPr="00EB1F4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4.2 </w:t>
      </w:r>
      <w:r w:rsidR="0085747A" w:rsidRPr="00EB1F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B1F4A">
        <w:rPr>
          <w:rFonts w:ascii="Corbel" w:hAnsi="Corbel"/>
          <w:smallCaps w:val="0"/>
          <w:szCs w:val="24"/>
        </w:rPr>
        <w:t xml:space="preserve"> </w:t>
      </w:r>
    </w:p>
    <w:p w14:paraId="4848A458" w14:textId="77777777" w:rsidR="00923D7D" w:rsidRPr="00EB1F4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1F4A" w14:paraId="40F80153" w14:textId="77777777" w:rsidTr="00923D7D">
        <w:tc>
          <w:tcPr>
            <w:tcW w:w="9670" w:type="dxa"/>
          </w:tcPr>
          <w:p w14:paraId="30C5D62F" w14:textId="2EC12200" w:rsidR="00674247" w:rsidRPr="00EB1F4A" w:rsidRDefault="00674247" w:rsidP="006742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- aktywne uczestnictwo w zajęciach - p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raca w grupach - symulacja zajęć - dyskusja.</w:t>
            </w:r>
          </w:p>
          <w:p w14:paraId="214BAEFB" w14:textId="77777777" w:rsidR="0085747A" w:rsidRPr="00EB1F4A" w:rsidRDefault="00674247" w:rsidP="008B4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- przygotowanie pracy projektowej </w:t>
            </w:r>
            <w:r w:rsidR="00A665A8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(opracowanie warsztatu zajęć z biblioterapii, uwzględniając specyfikę funkcjonowania 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A665A8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niepełnosprawnością intelektualną).</w:t>
            </w:r>
          </w:p>
          <w:p w14:paraId="7EDEB5F9" w14:textId="28309730" w:rsidR="0025357F" w:rsidRPr="00EB1F4A" w:rsidRDefault="0025357F" w:rsidP="008B4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</w:p>
        </w:tc>
      </w:tr>
    </w:tbl>
    <w:p w14:paraId="0557AE57" w14:textId="45CE15B0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C7E346" w14:textId="77777777" w:rsidR="009F4610" w:rsidRPr="00EB1F4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B1F4A">
        <w:rPr>
          <w:rFonts w:ascii="Corbel" w:hAnsi="Corbel"/>
          <w:b/>
          <w:sz w:val="24"/>
          <w:szCs w:val="24"/>
        </w:rPr>
        <w:t xml:space="preserve">5. </w:t>
      </w:r>
      <w:r w:rsidR="00C61DC5" w:rsidRPr="00EB1F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66B998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B1F4A" w14:paraId="63EDC9FC" w14:textId="77777777" w:rsidTr="003E1941">
        <w:tc>
          <w:tcPr>
            <w:tcW w:w="4962" w:type="dxa"/>
            <w:vAlign w:val="center"/>
          </w:tcPr>
          <w:p w14:paraId="39EAA26F" w14:textId="77777777" w:rsidR="0085747A" w:rsidRPr="00EB1F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B1F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B1F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66483A" w14:textId="77777777" w:rsidR="0085747A" w:rsidRPr="00EB1F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B1F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B1F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B1F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B1F4A" w14:paraId="45B9AA7E" w14:textId="77777777" w:rsidTr="00923D7D">
        <w:tc>
          <w:tcPr>
            <w:tcW w:w="4962" w:type="dxa"/>
          </w:tcPr>
          <w:p w14:paraId="346ABE8F" w14:textId="77777777" w:rsidR="0085747A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G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B1F4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B1F4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B1F4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B1F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1F4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1D5102" w14:textId="52ED75FD" w:rsidR="0085747A" w:rsidRPr="00EB1F4A" w:rsidRDefault="00B321C2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B1F4A" w14:paraId="7962DE30" w14:textId="77777777" w:rsidTr="00923D7D">
        <w:tc>
          <w:tcPr>
            <w:tcW w:w="4962" w:type="dxa"/>
          </w:tcPr>
          <w:p w14:paraId="7ECE8BD8" w14:textId="77777777" w:rsidR="00C61DC5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B1F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D7E922" w14:textId="67833220" w:rsidR="00C61DC5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A17AD5E" w14:textId="2F26D4A3" w:rsidR="00C61DC5" w:rsidRPr="00EB1F4A" w:rsidRDefault="00B321C2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B1F4A" w14:paraId="17A54FF9" w14:textId="77777777" w:rsidTr="00923D7D">
        <w:tc>
          <w:tcPr>
            <w:tcW w:w="4962" w:type="dxa"/>
          </w:tcPr>
          <w:p w14:paraId="60F2DF22" w14:textId="77777777" w:rsidR="0071620A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66F364" w14:textId="5A09B45C" w:rsidR="00C61DC5" w:rsidRPr="00EB1F4A" w:rsidRDefault="00C61DC5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321C2" w:rsidRPr="00EB1F4A">
              <w:rPr>
                <w:rFonts w:ascii="Corbel" w:hAnsi="Corbel"/>
                <w:sz w:val="24"/>
                <w:szCs w:val="24"/>
              </w:rPr>
              <w:t>studiowanie literatury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321C2" w:rsidRPr="00EB1F4A"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0C0C2A" w:rsidRPr="00EB1F4A">
              <w:rPr>
                <w:rFonts w:ascii="Corbel" w:hAnsi="Corbel"/>
                <w:sz w:val="24"/>
                <w:szCs w:val="24"/>
              </w:rPr>
              <w:t>projektowej</w:t>
            </w:r>
            <w:r w:rsidRPr="00EB1F4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8942D93" w14:textId="3A5E46EF" w:rsidR="00C61DC5" w:rsidRPr="00EB1F4A" w:rsidRDefault="00611099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6</w:t>
            </w:r>
            <w:r w:rsidR="00B321C2" w:rsidRPr="00EB1F4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EB1F4A" w14:paraId="0774A99E" w14:textId="77777777" w:rsidTr="00923D7D">
        <w:tc>
          <w:tcPr>
            <w:tcW w:w="4962" w:type="dxa"/>
          </w:tcPr>
          <w:p w14:paraId="3BF9C8B1" w14:textId="77777777" w:rsidR="0085747A" w:rsidRPr="00EB1F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9501D8" w14:textId="16419E47" w:rsidR="0085747A" w:rsidRPr="00EB1F4A" w:rsidRDefault="00611099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10</w:t>
            </w:r>
            <w:r w:rsidR="00B321C2" w:rsidRPr="00EB1F4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B1F4A" w14:paraId="2E8C98E0" w14:textId="77777777" w:rsidTr="00923D7D">
        <w:tc>
          <w:tcPr>
            <w:tcW w:w="4962" w:type="dxa"/>
          </w:tcPr>
          <w:p w14:paraId="219BC67A" w14:textId="77777777" w:rsidR="0085747A" w:rsidRPr="00EB1F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19F302" w14:textId="7AD4438C" w:rsidR="0085747A" w:rsidRPr="00EB1F4A" w:rsidRDefault="00B321C2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2D19AAC" w14:textId="77777777" w:rsidR="0085747A" w:rsidRPr="00EB1F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B1F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B1F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279566" w14:textId="77777777" w:rsidR="003E1941" w:rsidRPr="00EB1F4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402EF" w14:textId="77777777" w:rsidR="00611099" w:rsidRPr="00EB1F4A" w:rsidRDefault="0061109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9B2685" w14:textId="77777777" w:rsidR="0085747A" w:rsidRPr="00EB1F4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6. </w:t>
      </w:r>
      <w:r w:rsidR="0085747A" w:rsidRPr="00EB1F4A">
        <w:rPr>
          <w:rFonts w:ascii="Corbel" w:hAnsi="Corbel"/>
          <w:smallCaps w:val="0"/>
          <w:szCs w:val="24"/>
        </w:rPr>
        <w:t>PRAKTYKI ZAWO</w:t>
      </w:r>
      <w:r w:rsidR="009D3F3B" w:rsidRPr="00EB1F4A">
        <w:rPr>
          <w:rFonts w:ascii="Corbel" w:hAnsi="Corbel"/>
          <w:smallCaps w:val="0"/>
          <w:szCs w:val="24"/>
        </w:rPr>
        <w:t>DOWE W RAMACH PRZEDMIOTU</w:t>
      </w:r>
    </w:p>
    <w:p w14:paraId="2E21AC8F" w14:textId="77777777" w:rsidR="0085747A" w:rsidRPr="00EB1F4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B1F4A" w14:paraId="53CAEACA" w14:textId="77777777" w:rsidTr="00611099">
        <w:trPr>
          <w:trHeight w:val="397"/>
        </w:trPr>
        <w:tc>
          <w:tcPr>
            <w:tcW w:w="4111" w:type="dxa"/>
          </w:tcPr>
          <w:p w14:paraId="5CE5C7AF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762A6754" w14:textId="242AEF1B" w:rsidR="0085747A" w:rsidRPr="00EB1F4A" w:rsidRDefault="00C93862" w:rsidP="00C9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B1F4A" w14:paraId="1A32900A" w14:textId="77777777" w:rsidTr="00611099">
        <w:trPr>
          <w:trHeight w:val="397"/>
        </w:trPr>
        <w:tc>
          <w:tcPr>
            <w:tcW w:w="4111" w:type="dxa"/>
          </w:tcPr>
          <w:p w14:paraId="2A9E292A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09E0BAC" w14:textId="09BB0C22" w:rsidR="0085747A" w:rsidRPr="00EB1F4A" w:rsidRDefault="00C93862" w:rsidP="00C9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CC9F35" w14:textId="77777777" w:rsidR="003E1941" w:rsidRPr="00EB1F4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048A58" w14:textId="77777777" w:rsidR="0085747A" w:rsidRPr="00EB1F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7. </w:t>
      </w:r>
      <w:r w:rsidR="0085747A" w:rsidRPr="00EB1F4A">
        <w:rPr>
          <w:rFonts w:ascii="Corbel" w:hAnsi="Corbel"/>
          <w:smallCaps w:val="0"/>
          <w:szCs w:val="24"/>
        </w:rPr>
        <w:t>LITERATURA</w:t>
      </w:r>
      <w:r w:rsidRPr="00EB1F4A">
        <w:rPr>
          <w:rFonts w:ascii="Corbel" w:hAnsi="Corbel"/>
          <w:smallCaps w:val="0"/>
          <w:szCs w:val="24"/>
        </w:rPr>
        <w:t xml:space="preserve"> </w:t>
      </w:r>
    </w:p>
    <w:p w14:paraId="7A3C46DB" w14:textId="77777777" w:rsidR="00675843" w:rsidRPr="00EB1F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B1F4A" w14:paraId="77271801" w14:textId="77777777" w:rsidTr="00C93862">
        <w:trPr>
          <w:trHeight w:val="397"/>
        </w:trPr>
        <w:tc>
          <w:tcPr>
            <w:tcW w:w="9639" w:type="dxa"/>
          </w:tcPr>
          <w:p w14:paraId="475B1A47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683B20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Korońska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A. (2001):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Formy pracy z tekstem literackim wśród dzieci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br/>
              <w:t>z upośledzeniem umysłowym w stopniu lekki.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EB1F4A">
              <w:rPr>
                <w:rFonts w:ascii="Corbel" w:hAnsi="Corbel"/>
                <w:iCs/>
                <w:spacing w:val="-5"/>
                <w:sz w:val="24"/>
                <w:szCs w:val="24"/>
              </w:rPr>
              <w:t xml:space="preserve">Biblioterapia i czytelnictwo w środowiskach osób niepełnosprawnych. </w:t>
            </w:r>
            <w:r w:rsidRPr="00EB1F4A">
              <w:rPr>
                <w:rFonts w:ascii="Corbel" w:hAnsi="Corbel"/>
                <w:iCs/>
                <w:spacing w:val="-1"/>
                <w:sz w:val="24"/>
                <w:szCs w:val="24"/>
              </w:rPr>
              <w:t xml:space="preserve">Zbiór studiów. Red. </w:t>
            </w:r>
            <w:r w:rsidRPr="00EB1F4A">
              <w:rPr>
                <w:rFonts w:ascii="Corbel" w:hAnsi="Corbel"/>
                <w:spacing w:val="-1"/>
                <w:sz w:val="24"/>
                <w:szCs w:val="24"/>
              </w:rPr>
              <w:t>B. Woźniczki-Paruzel. Wydawnictwo Uniwersytetu Mikołaja Kopernika w Toruniu, Toruń s. 113-125.</w:t>
            </w:r>
          </w:p>
          <w:p w14:paraId="34B10D32" w14:textId="77777777" w:rsidR="00B321C2" w:rsidRPr="00EB1F4A" w:rsidRDefault="00B321C2" w:rsidP="00C9386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Kramarczyk E. (2007):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Bajki szczególne, bajki terapeutyczne</w:t>
            </w:r>
            <w:r w:rsidRPr="00EB1F4A">
              <w:rPr>
                <w:rFonts w:ascii="Corbel" w:hAnsi="Corbel"/>
                <w:sz w:val="24"/>
                <w:szCs w:val="24"/>
              </w:rPr>
              <w:t>. ,,Życie Szkoły”. Nr 10 s. 10-13.</w:t>
            </w:r>
          </w:p>
          <w:p w14:paraId="07541773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 (2007):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Rewalidacyjny wymiar biblioterapii na przykładzie upośledzonej młodzieży niedostosowanej społecznie</w:t>
            </w:r>
            <w:r w:rsidRPr="00EB1F4A">
              <w:rPr>
                <w:rFonts w:ascii="Corbel" w:hAnsi="Corbel"/>
                <w:sz w:val="24"/>
                <w:szCs w:val="24"/>
              </w:rPr>
              <w:t>. W: Pedagogika i jej pogranicza. Red. I. Gembalczyk.  PWSZ w Raciborzu, Racibórz s. 157-160.</w:t>
            </w:r>
          </w:p>
          <w:p w14:paraId="401459EA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 (2008):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Książka w terapii dzieci i młodzieży o zaburzonym zachowaniu</w:t>
            </w:r>
            <w:r w:rsidRPr="00EB1F4A">
              <w:rPr>
                <w:rFonts w:ascii="Corbel" w:hAnsi="Corbel"/>
                <w:sz w:val="24"/>
                <w:szCs w:val="24"/>
              </w:rPr>
              <w:t>. W: Współczesne problemy pedagogiki specjalnej. Dyskursy pedagogiki specjalnej. Red. U. Bartnikowska, Cz. Kosakowski, A. Krause. Wydawnictwo Uniwersytetu Warmińsko - Mazurskiego w Olsztynie, Olsztyn s. 425-429.</w:t>
            </w:r>
          </w:p>
          <w:p w14:paraId="67CA3641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 (2010):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Bajki rymowane w biblioterapii</w:t>
            </w:r>
            <w:r w:rsidRPr="00EB1F4A">
              <w:rPr>
                <w:rFonts w:ascii="Corbel" w:hAnsi="Corbel"/>
                <w:sz w:val="24"/>
                <w:szCs w:val="24"/>
              </w:rPr>
              <w:t>. Oficyna Wydawnicza „Impuls”, Kraków, (Wyd. I; Wyd. II).</w:t>
            </w:r>
          </w:p>
          <w:p w14:paraId="53904A0F" w14:textId="3088A79A" w:rsidR="00B321C2" w:rsidRPr="00EB1F4A" w:rsidRDefault="00B321C2" w:rsidP="00C93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Zastosowanie biblioterapii w kształtowaniu </w:t>
            </w:r>
            <w:proofErr w:type="spellStart"/>
            <w:r w:rsidRPr="00EB1F4A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 przystosowawczych uczniów z upośledzeniem umysłowym w stopniu lekkim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, Wyd. UMCS, </w:t>
            </w:r>
            <w:r w:rsidR="00C93862" w:rsidRPr="00EB1F4A">
              <w:rPr>
                <w:rFonts w:ascii="Corbel" w:hAnsi="Corbel"/>
                <w:sz w:val="24"/>
                <w:szCs w:val="24"/>
              </w:rPr>
              <w:t>Lublin</w:t>
            </w:r>
            <w:r w:rsidRPr="00EB1F4A">
              <w:rPr>
                <w:rFonts w:ascii="Corbel" w:hAnsi="Corbel"/>
                <w:sz w:val="24"/>
                <w:szCs w:val="24"/>
              </w:rPr>
              <w:t>.</w:t>
            </w:r>
          </w:p>
          <w:p w14:paraId="7577272E" w14:textId="6175F13F" w:rsidR="00B321C2" w:rsidRPr="00EB1F4A" w:rsidRDefault="00B321C2" w:rsidP="00C93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M.(1998):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Bajki terapeutyczne dla dzieci. </w:t>
            </w:r>
            <w:r w:rsidRPr="00EB1F4A">
              <w:rPr>
                <w:rFonts w:ascii="Corbel" w:hAnsi="Corbel"/>
                <w:sz w:val="24"/>
                <w:szCs w:val="24"/>
              </w:rPr>
              <w:t>Leszno.</w:t>
            </w:r>
          </w:p>
        </w:tc>
      </w:tr>
      <w:tr w:rsidR="0085747A" w:rsidRPr="00EB1F4A" w14:paraId="318D59BD" w14:textId="77777777" w:rsidTr="00C93862">
        <w:trPr>
          <w:trHeight w:val="397"/>
        </w:trPr>
        <w:tc>
          <w:tcPr>
            <w:tcW w:w="9639" w:type="dxa"/>
          </w:tcPr>
          <w:p w14:paraId="1C347FB3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392DA9" w14:textId="77777777" w:rsidR="00B321C2" w:rsidRPr="00EB1F4A" w:rsidRDefault="00B321C2" w:rsidP="00C93862">
            <w:pPr>
              <w:pStyle w:val="Tekstprzypisudolnego"/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Borecka I. (2004):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Z motylem w tle. O baśni w biblioterapii i terapii pedagogicznej</w:t>
            </w:r>
            <w:r w:rsidRPr="00EB1F4A">
              <w:rPr>
                <w:rFonts w:ascii="Corbel" w:hAnsi="Corbel"/>
                <w:sz w:val="24"/>
                <w:szCs w:val="24"/>
              </w:rPr>
              <w:t>. Wydawnictwo Państwowej Wyższej Szkoły Zawodowej w Wałbrzychu, Wałbrzych.</w:t>
            </w:r>
          </w:p>
          <w:p w14:paraId="3C999BAA" w14:textId="77777777" w:rsidR="00B321C2" w:rsidRPr="00EB1F4A" w:rsidRDefault="00B321C2" w:rsidP="00C93862">
            <w:pPr>
              <w:pStyle w:val="Tekstprzypisudolnego"/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Bot J. (2008):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Terapia bajką.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„Wychowanie w Przedszkolu”. Nr 5 s. 53-56.</w:t>
            </w:r>
          </w:p>
          <w:p w14:paraId="6BF5987B" w14:textId="77777777" w:rsidR="00B321C2" w:rsidRPr="00EB1F4A" w:rsidRDefault="00B321C2" w:rsidP="00C93862">
            <w:pPr>
              <w:pStyle w:val="Tekstprzypisudolnego"/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Konieczna E. J. (2006):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Biblioterapia w praktyce. Poradnik dla nauczycieli, wychowawców i terapeutów. </w:t>
            </w:r>
            <w:r w:rsidRPr="00EB1F4A">
              <w:rPr>
                <w:rFonts w:ascii="Corbel" w:hAnsi="Corbel"/>
                <w:sz w:val="24"/>
                <w:szCs w:val="24"/>
              </w:rPr>
              <w:t>Oficyna Wydawnicza „Impuls”, Kraków.</w:t>
            </w:r>
          </w:p>
          <w:p w14:paraId="47E78AB6" w14:textId="6588E07B" w:rsidR="00B321C2" w:rsidRPr="00EB1F4A" w:rsidRDefault="00B321C2" w:rsidP="00C93862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Kruszewski T. (2006):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Biblioterapia w działaniach placówek opiekuńczo wychowawczych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. Wydawnictwo Edukacyjne Akapit, Toruń. </w:t>
            </w:r>
          </w:p>
          <w:p w14:paraId="31D0C7CA" w14:textId="18C154D7" w:rsidR="00B321C2" w:rsidRPr="00EB1F4A" w:rsidRDefault="00B321C2" w:rsidP="00C93862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M. (2005):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Baśń i bajka w terapii dzieci z zaburzeniami depresyjnymi</w:t>
            </w:r>
            <w:r w:rsidRPr="00EB1F4A">
              <w:rPr>
                <w:rFonts w:ascii="Corbel" w:hAnsi="Corbel"/>
                <w:sz w:val="24"/>
                <w:szCs w:val="24"/>
              </w:rPr>
              <w:t>. Cz. 2. „Remedium’. Nr 4 s. 8-9.</w:t>
            </w:r>
          </w:p>
        </w:tc>
      </w:tr>
    </w:tbl>
    <w:p w14:paraId="16B87AD5" w14:textId="77777777" w:rsidR="0085747A" w:rsidRPr="00EB1F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4D08AF" w14:textId="77777777" w:rsidR="0085747A" w:rsidRPr="00EB1F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52EA1B" w14:textId="77777777" w:rsidR="0085747A" w:rsidRPr="00EB1F4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D4EC37" w14:textId="77777777" w:rsidR="009D1C7F" w:rsidRPr="00EB1F4A" w:rsidRDefault="009D1C7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76DAB6" w14:textId="77777777" w:rsidR="009D1C7F" w:rsidRPr="00EB1F4A" w:rsidRDefault="009D1C7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B16511" w14:textId="1537B825" w:rsidR="009D1C7F" w:rsidRPr="00EB1F4A" w:rsidRDefault="009D1C7F" w:rsidP="009D1C7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D1C7F" w:rsidRPr="00EB1F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35B8F" w14:textId="77777777" w:rsidR="002218E4" w:rsidRDefault="002218E4" w:rsidP="00C16ABF">
      <w:pPr>
        <w:spacing w:after="0" w:line="240" w:lineRule="auto"/>
      </w:pPr>
      <w:r>
        <w:separator/>
      </w:r>
    </w:p>
  </w:endnote>
  <w:endnote w:type="continuationSeparator" w:id="0">
    <w:p w14:paraId="0792D576" w14:textId="77777777" w:rsidR="002218E4" w:rsidRDefault="002218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4FD84" w14:textId="77777777" w:rsidR="002218E4" w:rsidRDefault="002218E4" w:rsidP="00C16ABF">
      <w:pPr>
        <w:spacing w:after="0" w:line="240" w:lineRule="auto"/>
      </w:pPr>
      <w:r>
        <w:separator/>
      </w:r>
    </w:p>
  </w:footnote>
  <w:footnote w:type="continuationSeparator" w:id="0">
    <w:p w14:paraId="673C7B4B" w14:textId="77777777" w:rsidR="002218E4" w:rsidRDefault="002218E4" w:rsidP="00C16ABF">
      <w:pPr>
        <w:spacing w:after="0" w:line="240" w:lineRule="auto"/>
      </w:pPr>
      <w:r>
        <w:continuationSeparator/>
      </w:r>
    </w:p>
  </w:footnote>
  <w:footnote w:id="1">
    <w:p w14:paraId="237D97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023E0"/>
    <w:multiLevelType w:val="hybridMultilevel"/>
    <w:tmpl w:val="E60621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374632"/>
    <w:multiLevelType w:val="hybridMultilevel"/>
    <w:tmpl w:val="3DB6DB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85A"/>
    <w:rsid w:val="00063015"/>
    <w:rsid w:val="00070ED6"/>
    <w:rsid w:val="000742DC"/>
    <w:rsid w:val="00084635"/>
    <w:rsid w:val="00084C12"/>
    <w:rsid w:val="0009462C"/>
    <w:rsid w:val="0009464A"/>
    <w:rsid w:val="00094B12"/>
    <w:rsid w:val="00096C46"/>
    <w:rsid w:val="000A296F"/>
    <w:rsid w:val="000A2A28"/>
    <w:rsid w:val="000A3CDF"/>
    <w:rsid w:val="000B192D"/>
    <w:rsid w:val="000B28EE"/>
    <w:rsid w:val="000B3E37"/>
    <w:rsid w:val="000C0C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349"/>
    <w:rsid w:val="001640A7"/>
    <w:rsid w:val="00164FA7"/>
    <w:rsid w:val="00166A03"/>
    <w:rsid w:val="001718A7"/>
    <w:rsid w:val="001737CF"/>
    <w:rsid w:val="00176083"/>
    <w:rsid w:val="00192F37"/>
    <w:rsid w:val="001A70D2"/>
    <w:rsid w:val="001C5082"/>
    <w:rsid w:val="001D657B"/>
    <w:rsid w:val="001D7B54"/>
    <w:rsid w:val="001E0209"/>
    <w:rsid w:val="001F2CA2"/>
    <w:rsid w:val="001F4C15"/>
    <w:rsid w:val="002144C0"/>
    <w:rsid w:val="002218E4"/>
    <w:rsid w:val="0022477D"/>
    <w:rsid w:val="002278A9"/>
    <w:rsid w:val="002336F9"/>
    <w:rsid w:val="002373E5"/>
    <w:rsid w:val="0024028F"/>
    <w:rsid w:val="00244ABC"/>
    <w:rsid w:val="002535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D6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4C0"/>
    <w:rsid w:val="003A0A5B"/>
    <w:rsid w:val="003A1176"/>
    <w:rsid w:val="003C0BAE"/>
    <w:rsid w:val="003D18A9"/>
    <w:rsid w:val="003D6CE2"/>
    <w:rsid w:val="003E0E47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2D4"/>
    <w:rsid w:val="0047598D"/>
    <w:rsid w:val="004760BB"/>
    <w:rsid w:val="0047783D"/>
    <w:rsid w:val="004840FD"/>
    <w:rsid w:val="00486C93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F2F"/>
    <w:rsid w:val="00517C63"/>
    <w:rsid w:val="005344DD"/>
    <w:rsid w:val="005363C4"/>
    <w:rsid w:val="00536BDE"/>
    <w:rsid w:val="00543ACC"/>
    <w:rsid w:val="005558A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099"/>
    <w:rsid w:val="00617230"/>
    <w:rsid w:val="00621CE1"/>
    <w:rsid w:val="00626C71"/>
    <w:rsid w:val="00627FC9"/>
    <w:rsid w:val="00647FA8"/>
    <w:rsid w:val="00650C5F"/>
    <w:rsid w:val="00654934"/>
    <w:rsid w:val="006620D9"/>
    <w:rsid w:val="00670255"/>
    <w:rsid w:val="00671958"/>
    <w:rsid w:val="00674247"/>
    <w:rsid w:val="00675843"/>
    <w:rsid w:val="00682DD7"/>
    <w:rsid w:val="00696477"/>
    <w:rsid w:val="006A5620"/>
    <w:rsid w:val="006D050F"/>
    <w:rsid w:val="006D6139"/>
    <w:rsid w:val="006E5D65"/>
    <w:rsid w:val="006F1282"/>
    <w:rsid w:val="006F1FBC"/>
    <w:rsid w:val="006F31E2"/>
    <w:rsid w:val="0070406B"/>
    <w:rsid w:val="00706544"/>
    <w:rsid w:val="007072BA"/>
    <w:rsid w:val="00714E1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35"/>
    <w:rsid w:val="0078168C"/>
    <w:rsid w:val="00784D50"/>
    <w:rsid w:val="00787C2A"/>
    <w:rsid w:val="00790E27"/>
    <w:rsid w:val="007A265C"/>
    <w:rsid w:val="007A4022"/>
    <w:rsid w:val="007A6E6E"/>
    <w:rsid w:val="007B2AAA"/>
    <w:rsid w:val="007B7FDF"/>
    <w:rsid w:val="007C3299"/>
    <w:rsid w:val="007C3BCC"/>
    <w:rsid w:val="007C4546"/>
    <w:rsid w:val="007C4E9B"/>
    <w:rsid w:val="007D6E56"/>
    <w:rsid w:val="007F4155"/>
    <w:rsid w:val="007F5ED0"/>
    <w:rsid w:val="0081554D"/>
    <w:rsid w:val="0081707E"/>
    <w:rsid w:val="008449B3"/>
    <w:rsid w:val="00844F91"/>
    <w:rsid w:val="008552A2"/>
    <w:rsid w:val="0085747A"/>
    <w:rsid w:val="0088380A"/>
    <w:rsid w:val="00884922"/>
    <w:rsid w:val="00885F64"/>
    <w:rsid w:val="008917F9"/>
    <w:rsid w:val="00896CB2"/>
    <w:rsid w:val="008A45F7"/>
    <w:rsid w:val="008A6CFE"/>
    <w:rsid w:val="008B0B16"/>
    <w:rsid w:val="008B2950"/>
    <w:rsid w:val="008B4683"/>
    <w:rsid w:val="008C0CC0"/>
    <w:rsid w:val="008C19A9"/>
    <w:rsid w:val="008C379D"/>
    <w:rsid w:val="008C5147"/>
    <w:rsid w:val="008C5359"/>
    <w:rsid w:val="008C5363"/>
    <w:rsid w:val="008D3DFB"/>
    <w:rsid w:val="008D6491"/>
    <w:rsid w:val="008E4231"/>
    <w:rsid w:val="008E64F4"/>
    <w:rsid w:val="008F12C9"/>
    <w:rsid w:val="008F424A"/>
    <w:rsid w:val="008F6E29"/>
    <w:rsid w:val="00916188"/>
    <w:rsid w:val="00923D7D"/>
    <w:rsid w:val="00944277"/>
    <w:rsid w:val="009508DF"/>
    <w:rsid w:val="00950DAC"/>
    <w:rsid w:val="00954A07"/>
    <w:rsid w:val="00997F14"/>
    <w:rsid w:val="009A78D9"/>
    <w:rsid w:val="009C3E31"/>
    <w:rsid w:val="009C54AE"/>
    <w:rsid w:val="009C788E"/>
    <w:rsid w:val="009C79B8"/>
    <w:rsid w:val="009D1C7F"/>
    <w:rsid w:val="009D2757"/>
    <w:rsid w:val="009D3F3B"/>
    <w:rsid w:val="009E0543"/>
    <w:rsid w:val="009E3B41"/>
    <w:rsid w:val="009F3C5C"/>
    <w:rsid w:val="009F4610"/>
    <w:rsid w:val="00A00ECC"/>
    <w:rsid w:val="00A155EE"/>
    <w:rsid w:val="00A2245B"/>
    <w:rsid w:val="00A27437"/>
    <w:rsid w:val="00A30110"/>
    <w:rsid w:val="00A36899"/>
    <w:rsid w:val="00A371F6"/>
    <w:rsid w:val="00A42576"/>
    <w:rsid w:val="00A43BF6"/>
    <w:rsid w:val="00A53FA5"/>
    <w:rsid w:val="00A54817"/>
    <w:rsid w:val="00A601C8"/>
    <w:rsid w:val="00A60799"/>
    <w:rsid w:val="00A665A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B5F"/>
    <w:rsid w:val="00B3130B"/>
    <w:rsid w:val="00B321C2"/>
    <w:rsid w:val="00B359C5"/>
    <w:rsid w:val="00B40ADB"/>
    <w:rsid w:val="00B42149"/>
    <w:rsid w:val="00B43B77"/>
    <w:rsid w:val="00B43E80"/>
    <w:rsid w:val="00B47486"/>
    <w:rsid w:val="00B548D4"/>
    <w:rsid w:val="00B607DB"/>
    <w:rsid w:val="00B64268"/>
    <w:rsid w:val="00B66529"/>
    <w:rsid w:val="00B75946"/>
    <w:rsid w:val="00B8056E"/>
    <w:rsid w:val="00B819C8"/>
    <w:rsid w:val="00B82308"/>
    <w:rsid w:val="00B90885"/>
    <w:rsid w:val="00BA2D76"/>
    <w:rsid w:val="00BB520A"/>
    <w:rsid w:val="00BD2D1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971"/>
    <w:rsid w:val="00C26CB7"/>
    <w:rsid w:val="00C324C1"/>
    <w:rsid w:val="00C36992"/>
    <w:rsid w:val="00C56036"/>
    <w:rsid w:val="00C61DC5"/>
    <w:rsid w:val="00C63976"/>
    <w:rsid w:val="00C67E92"/>
    <w:rsid w:val="00C70A26"/>
    <w:rsid w:val="00C766DF"/>
    <w:rsid w:val="00C85B20"/>
    <w:rsid w:val="00C93862"/>
    <w:rsid w:val="00C94B98"/>
    <w:rsid w:val="00CA2990"/>
    <w:rsid w:val="00CA2B96"/>
    <w:rsid w:val="00CA34FA"/>
    <w:rsid w:val="00CA5089"/>
    <w:rsid w:val="00CD6897"/>
    <w:rsid w:val="00CE5BAC"/>
    <w:rsid w:val="00CF12B9"/>
    <w:rsid w:val="00CF25BE"/>
    <w:rsid w:val="00CF78ED"/>
    <w:rsid w:val="00D02B25"/>
    <w:rsid w:val="00D02EBA"/>
    <w:rsid w:val="00D0567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9D3"/>
    <w:rsid w:val="00DE09C0"/>
    <w:rsid w:val="00DE4A14"/>
    <w:rsid w:val="00DE5C7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6AB"/>
    <w:rsid w:val="00E742AA"/>
    <w:rsid w:val="00E77E88"/>
    <w:rsid w:val="00E8107D"/>
    <w:rsid w:val="00E91B2A"/>
    <w:rsid w:val="00E960BB"/>
    <w:rsid w:val="00EA196D"/>
    <w:rsid w:val="00EA2074"/>
    <w:rsid w:val="00EA3F4F"/>
    <w:rsid w:val="00EA4832"/>
    <w:rsid w:val="00EA4E9D"/>
    <w:rsid w:val="00EB1F4A"/>
    <w:rsid w:val="00EC4899"/>
    <w:rsid w:val="00ED03AB"/>
    <w:rsid w:val="00ED32D2"/>
    <w:rsid w:val="00EE32DE"/>
    <w:rsid w:val="00EE5457"/>
    <w:rsid w:val="00F070AB"/>
    <w:rsid w:val="00F10DB2"/>
    <w:rsid w:val="00F12AFD"/>
    <w:rsid w:val="00F17567"/>
    <w:rsid w:val="00F27A7B"/>
    <w:rsid w:val="00F526AF"/>
    <w:rsid w:val="00F617C3"/>
    <w:rsid w:val="00F7066B"/>
    <w:rsid w:val="00F83B28"/>
    <w:rsid w:val="00F9606D"/>
    <w:rsid w:val="00F974DA"/>
    <w:rsid w:val="00FA46E5"/>
    <w:rsid w:val="00FB7DBA"/>
    <w:rsid w:val="00FC1C25"/>
    <w:rsid w:val="00FC3F45"/>
    <w:rsid w:val="00FD503F"/>
    <w:rsid w:val="00FD555A"/>
    <w:rsid w:val="00FD7589"/>
    <w:rsid w:val="00FE163F"/>
    <w:rsid w:val="00FF016A"/>
    <w:rsid w:val="00FF1401"/>
    <w:rsid w:val="00FF54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983C"/>
  <w15:docId w15:val="{42607C10-E5EB-43E3-9686-F4476CEB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2D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11507-BD39-4CC0-9F68-C1269B8C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1408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2020-04-01T06:27:00Z</dcterms:created>
  <dcterms:modified xsi:type="dcterms:W3CDTF">2021-09-06T10:31:00Z</dcterms:modified>
</cp:coreProperties>
</file>